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F3" w:rsidRPr="009153F1" w:rsidRDefault="00F55CF3" w:rsidP="006C09D9">
      <w:pPr>
        <w:pStyle w:val="ConsPlusTitle"/>
        <w:jc w:val="center"/>
        <w:outlineLvl w:val="0"/>
        <w:rPr>
          <w:rFonts w:ascii="Arial" w:hAnsi="Arial" w:cs="Arial"/>
          <w:b w:val="0"/>
          <w:i/>
          <w:sz w:val="24"/>
          <w:szCs w:val="24"/>
        </w:rPr>
        <w:sectPr w:rsidR="00F55CF3" w:rsidRPr="009153F1" w:rsidSect="00EB5559">
          <w:headerReference w:type="default" r:id="rId7"/>
          <w:pgSz w:w="11906" w:h="16838"/>
          <w:pgMar w:top="1134" w:right="567" w:bottom="567" w:left="567" w:header="709" w:footer="709" w:gutter="0"/>
          <w:cols w:space="708"/>
          <w:titlePg/>
          <w:docGrid w:linePitch="381"/>
        </w:sectPr>
      </w:pPr>
    </w:p>
    <w:p w:rsidR="00F55CF3" w:rsidRPr="009153F1" w:rsidRDefault="00F55CF3" w:rsidP="006C09D9">
      <w:pPr>
        <w:pStyle w:val="ConsPlusTitle"/>
        <w:outlineLvl w:val="0"/>
        <w:rPr>
          <w:rFonts w:ascii="Arial" w:hAnsi="Arial" w:cs="Arial"/>
          <w:b w:val="0"/>
          <w:i/>
          <w:sz w:val="24"/>
          <w:szCs w:val="24"/>
        </w:rPr>
      </w:pPr>
    </w:p>
    <w:p w:rsidR="00F55CF3" w:rsidRPr="009153F1" w:rsidRDefault="00F55CF3" w:rsidP="00C20309">
      <w:pPr>
        <w:pStyle w:val="ConsPlusTitle"/>
        <w:jc w:val="right"/>
        <w:outlineLvl w:val="0"/>
        <w:rPr>
          <w:rFonts w:ascii="Arial" w:hAnsi="Arial" w:cs="Arial"/>
          <w:b w:val="0"/>
          <w:i/>
          <w:sz w:val="24"/>
          <w:szCs w:val="24"/>
        </w:rPr>
      </w:pPr>
      <w:r w:rsidRPr="009153F1">
        <w:rPr>
          <w:rFonts w:ascii="Arial" w:hAnsi="Arial" w:cs="Arial"/>
          <w:b w:val="0"/>
          <w:i/>
          <w:sz w:val="24"/>
          <w:szCs w:val="24"/>
        </w:rPr>
        <w:t>Приложение к Постановлению</w:t>
      </w:r>
    </w:p>
    <w:p w:rsidR="00F55CF3" w:rsidRPr="009153F1" w:rsidRDefault="00F55CF3" w:rsidP="00C20309">
      <w:pPr>
        <w:pStyle w:val="ConsPlusTitle"/>
        <w:jc w:val="right"/>
        <w:outlineLvl w:val="0"/>
        <w:rPr>
          <w:rFonts w:ascii="Arial" w:hAnsi="Arial" w:cs="Arial"/>
          <w:b w:val="0"/>
          <w:i/>
          <w:sz w:val="24"/>
          <w:szCs w:val="24"/>
        </w:rPr>
      </w:pPr>
      <w:r w:rsidRPr="009153F1">
        <w:rPr>
          <w:rFonts w:ascii="Arial" w:hAnsi="Arial" w:cs="Arial"/>
          <w:b w:val="0"/>
          <w:i/>
          <w:sz w:val="24"/>
          <w:szCs w:val="24"/>
        </w:rPr>
        <w:t>администрации городского округа</w:t>
      </w:r>
    </w:p>
    <w:p w:rsidR="00F55CF3" w:rsidRPr="009153F1" w:rsidRDefault="00F55CF3" w:rsidP="00C20309">
      <w:pPr>
        <w:pStyle w:val="ConsPlusTitle"/>
        <w:jc w:val="right"/>
        <w:outlineLvl w:val="0"/>
        <w:rPr>
          <w:rFonts w:ascii="Arial" w:hAnsi="Arial" w:cs="Arial"/>
          <w:b w:val="0"/>
          <w:i/>
          <w:sz w:val="24"/>
          <w:szCs w:val="24"/>
        </w:rPr>
      </w:pPr>
      <w:r w:rsidRPr="009153F1">
        <w:rPr>
          <w:rFonts w:ascii="Arial" w:hAnsi="Arial" w:cs="Arial"/>
          <w:b w:val="0"/>
          <w:i/>
          <w:sz w:val="24"/>
          <w:szCs w:val="24"/>
        </w:rPr>
        <w:t>Серебряные Пруды Московской области</w:t>
      </w:r>
    </w:p>
    <w:p w:rsidR="00F55CF3" w:rsidRPr="009153F1" w:rsidRDefault="00F55CF3" w:rsidP="00C20309">
      <w:pPr>
        <w:pStyle w:val="ConsPlusTitle"/>
        <w:jc w:val="right"/>
        <w:outlineLvl w:val="0"/>
        <w:rPr>
          <w:rFonts w:ascii="Arial" w:hAnsi="Arial" w:cs="Arial"/>
          <w:b w:val="0"/>
          <w:i/>
          <w:sz w:val="24"/>
          <w:szCs w:val="24"/>
        </w:rPr>
      </w:pPr>
      <w:r w:rsidRPr="009153F1">
        <w:rPr>
          <w:rFonts w:ascii="Arial" w:hAnsi="Arial" w:cs="Arial"/>
          <w:b w:val="0"/>
          <w:i/>
          <w:sz w:val="24"/>
          <w:szCs w:val="24"/>
        </w:rPr>
        <w:t>от</w:t>
      </w:r>
      <w:r>
        <w:rPr>
          <w:rFonts w:ascii="Arial" w:hAnsi="Arial" w:cs="Arial"/>
          <w:b w:val="0"/>
          <w:i/>
          <w:sz w:val="24"/>
          <w:szCs w:val="24"/>
        </w:rPr>
        <w:t xml:space="preserve"> 01</w:t>
      </w:r>
      <w:r w:rsidRPr="009153F1">
        <w:rPr>
          <w:rFonts w:ascii="Arial" w:hAnsi="Arial" w:cs="Arial"/>
          <w:b w:val="0"/>
          <w:i/>
          <w:sz w:val="24"/>
          <w:szCs w:val="24"/>
        </w:rPr>
        <w:t>ноября 2019г. №</w:t>
      </w:r>
      <w:r>
        <w:rPr>
          <w:rFonts w:ascii="Arial" w:hAnsi="Arial" w:cs="Arial"/>
          <w:b w:val="0"/>
          <w:i/>
          <w:sz w:val="24"/>
          <w:szCs w:val="24"/>
        </w:rPr>
        <w:t xml:space="preserve"> 1690</w:t>
      </w:r>
      <w:bookmarkStart w:id="0" w:name="_GoBack"/>
      <w:bookmarkEnd w:id="0"/>
    </w:p>
    <w:p w:rsidR="00F55CF3" w:rsidRPr="009153F1" w:rsidRDefault="00F55CF3" w:rsidP="00C20309">
      <w:pPr>
        <w:pStyle w:val="ConsPlusTitle"/>
        <w:jc w:val="right"/>
        <w:outlineLvl w:val="0"/>
        <w:rPr>
          <w:rFonts w:ascii="Arial" w:hAnsi="Arial" w:cs="Arial"/>
          <w:b w:val="0"/>
          <w:i/>
          <w:sz w:val="24"/>
          <w:szCs w:val="24"/>
        </w:rPr>
      </w:pPr>
    </w:p>
    <w:p w:rsidR="00F55CF3" w:rsidRPr="009153F1" w:rsidRDefault="00F55CF3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9153F1">
        <w:rPr>
          <w:rFonts w:ascii="Arial" w:hAnsi="Arial" w:cs="Arial"/>
          <w:sz w:val="24"/>
          <w:szCs w:val="24"/>
        </w:rPr>
        <w:t>Предлагаемая структура типовой муниципальной программы «Архитектура и градостроительство» (подпрограммы).</w:t>
      </w: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53F1">
        <w:rPr>
          <w:rFonts w:ascii="Arial" w:hAnsi="Arial" w:cs="Arial"/>
          <w:sz w:val="24"/>
          <w:szCs w:val="24"/>
        </w:rPr>
        <w:t>1. Муниципальная программа (подпрограмма) состоит из следующих частей:</w:t>
      </w: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53F1">
        <w:rPr>
          <w:rFonts w:ascii="Arial" w:hAnsi="Arial" w:cs="Arial"/>
          <w:sz w:val="24"/>
          <w:szCs w:val="24"/>
        </w:rPr>
        <w:t xml:space="preserve">1) </w:t>
      </w:r>
      <w:hyperlink r:id="rId8" w:history="1">
        <w:r w:rsidRPr="009153F1">
          <w:rPr>
            <w:rFonts w:ascii="Arial" w:hAnsi="Arial" w:cs="Arial"/>
            <w:sz w:val="24"/>
            <w:szCs w:val="24"/>
          </w:rPr>
          <w:t>паспорт</w:t>
        </w:r>
      </w:hyperlink>
      <w:r w:rsidRPr="009153F1">
        <w:rPr>
          <w:rFonts w:ascii="Arial" w:hAnsi="Arial" w:cs="Arial"/>
          <w:sz w:val="24"/>
          <w:szCs w:val="24"/>
        </w:rPr>
        <w:t xml:space="preserve"> муниципальной программы (подпрограммы) по форме:</w:t>
      </w: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153F1">
        <w:rPr>
          <w:rFonts w:ascii="Arial" w:hAnsi="Arial" w:cs="Arial"/>
          <w:sz w:val="24"/>
          <w:szCs w:val="24"/>
        </w:rPr>
        <w:t>Форма 1</w:t>
      </w:r>
    </w:p>
    <w:p w:rsidR="00F55CF3" w:rsidRPr="009153F1" w:rsidRDefault="00F55CF3" w:rsidP="009E680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48"/>
        <w:gridCol w:w="1530"/>
        <w:gridCol w:w="1559"/>
        <w:gridCol w:w="1560"/>
        <w:gridCol w:w="1417"/>
        <w:gridCol w:w="1559"/>
        <w:gridCol w:w="4111"/>
      </w:tblGrid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1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Первый заместитель главы администрации городского округа Серебряные Пруды Московской области – Александр Николаевич Пушкарёв</w:t>
            </w:r>
          </w:p>
        </w:tc>
      </w:tr>
      <w:tr w:rsidR="00F55CF3" w:rsidRPr="00410E93" w:rsidTr="00EB5559">
        <w:trPr>
          <w:trHeight w:val="65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1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Администрация городского округа Серебряные Пруды Московской области</w:t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1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F3" w:rsidRPr="009153F1" w:rsidRDefault="00F55CF3" w:rsidP="00D4535B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Определение приоритетов и формирование политики пространственного развития муниципального образования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</w:t>
            </w:r>
            <w:r w:rsidRPr="00410E93">
              <w:rPr>
                <w:rFonts w:ascii="Arial" w:hAnsi="Arial" w:cs="Arial"/>
                <w:bCs/>
                <w:sz w:val="24"/>
                <w:szCs w:val="24"/>
              </w:rPr>
              <w:t xml:space="preserve">формирование условий для устойчивого градостроительного развития. </w:t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17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 «Разработка Генерального плана развития городского округа»</w:t>
            </w:r>
          </w:p>
          <w:p w:rsidR="00F55CF3" w:rsidRPr="009153F1" w:rsidRDefault="00F55CF3" w:rsidP="00D453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 «Реализация политики пространственного развития городского округа»</w:t>
            </w:r>
          </w:p>
        </w:tc>
      </w:tr>
      <w:tr w:rsidR="00F55CF3" w:rsidRPr="00410E93" w:rsidTr="00EB5559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bookmarkStart w:id="1" w:name="sub_101"/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Источники финансирования муниципальной программы, </w:t>
            </w:r>
          </w:p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  <w:bookmarkEnd w:id="1"/>
          </w:p>
        </w:tc>
        <w:tc>
          <w:tcPr>
            <w:tcW w:w="117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F55CF3" w:rsidRPr="00410E93" w:rsidTr="00EB5559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2024 год</w:t>
            </w:r>
            <w:r w:rsidRPr="009153F1">
              <w:rPr>
                <w:rStyle w:val="FootnoteReference"/>
                <w:rFonts w:ascii="Arial" w:hAnsi="Arial" w:cs="Arial"/>
                <w:sz w:val="24"/>
                <w:szCs w:val="24"/>
                <w:lang w:eastAsia="ru-RU"/>
              </w:rPr>
              <w:footnoteReference w:id="1"/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6969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6969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</w:tcBorders>
          </w:tcPr>
          <w:p w:rsidR="00F55CF3" w:rsidRPr="00410E93" w:rsidRDefault="00F55CF3" w:rsidP="003147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55CF3" w:rsidRPr="009153F1" w:rsidRDefault="00F55CF3" w:rsidP="00AB70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F55CF3" w:rsidRPr="00410E93" w:rsidTr="00EB555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5CF3" w:rsidRPr="009153F1" w:rsidRDefault="00F55CF3" w:rsidP="00C203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153F1">
              <w:rPr>
                <w:rFonts w:ascii="Arial" w:hAnsi="Arial" w:cs="Arial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948,0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</w:tcBorders>
          </w:tcPr>
          <w:p w:rsidR="00F55CF3" w:rsidRPr="00410E93" w:rsidRDefault="00F55CF3" w:rsidP="00C2030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E93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:rsidR="00F55CF3" w:rsidRPr="009153F1" w:rsidRDefault="00F55CF3" w:rsidP="00ED203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sectPr w:rsidR="00F55CF3" w:rsidRPr="009153F1" w:rsidSect="00B74DB7">
      <w:pgSz w:w="16838" w:h="11906" w:orient="landscape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CF3" w:rsidRDefault="00F55CF3" w:rsidP="00936B5F">
      <w:r>
        <w:separator/>
      </w:r>
    </w:p>
  </w:endnote>
  <w:endnote w:type="continuationSeparator" w:id="0">
    <w:p w:rsidR="00F55CF3" w:rsidRDefault="00F55CF3" w:rsidP="0093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CF3" w:rsidRDefault="00F55CF3" w:rsidP="00936B5F">
      <w:r>
        <w:separator/>
      </w:r>
    </w:p>
  </w:footnote>
  <w:footnote w:type="continuationSeparator" w:id="0">
    <w:p w:rsidR="00F55CF3" w:rsidRDefault="00F55CF3" w:rsidP="00936B5F">
      <w:r>
        <w:continuationSeparator/>
      </w:r>
    </w:p>
  </w:footnote>
  <w:footnote w:id="1">
    <w:p w:rsidR="00F55CF3" w:rsidRPr="00936B5F" w:rsidRDefault="00F55CF3" w:rsidP="00936B5F">
      <w:pPr>
        <w:autoSpaceDE w:val="0"/>
        <w:autoSpaceDN w:val="0"/>
        <w:adjustRightInd w:val="0"/>
        <w:ind w:firstLine="567"/>
        <w:jc w:val="both"/>
        <w:rPr>
          <w:sz w:val="22"/>
        </w:rPr>
      </w:pPr>
      <w:r w:rsidRPr="00936B5F">
        <w:rPr>
          <w:rStyle w:val="FootnoteReference"/>
          <w:sz w:val="22"/>
        </w:rPr>
        <w:footnoteRef/>
      </w:r>
      <w:r w:rsidRPr="00936B5F">
        <w:rPr>
          <w:sz w:val="22"/>
        </w:rPr>
        <w:t xml:space="preserve"> </w:t>
      </w:r>
      <w:r>
        <w:rPr>
          <w:sz w:val="22"/>
        </w:rPr>
        <w:t xml:space="preserve">Здесь и далее – в целях формировании </w:t>
      </w:r>
      <w:r w:rsidRPr="00936B5F">
        <w:rPr>
          <w:sz w:val="22"/>
        </w:rPr>
        <w:t>структур</w:t>
      </w:r>
      <w:r>
        <w:rPr>
          <w:sz w:val="22"/>
        </w:rPr>
        <w:t>ы</w:t>
      </w:r>
      <w:r w:rsidRPr="00936B5F">
        <w:rPr>
          <w:sz w:val="22"/>
        </w:rPr>
        <w:t xml:space="preserve"> типовой муниципальной программы</w:t>
      </w:r>
      <w:r>
        <w:rPr>
          <w:sz w:val="22"/>
        </w:rPr>
        <w:t xml:space="preserve"> (подпрограммы) 2024 год взят условно. В</w:t>
      </w:r>
      <w:r w:rsidRPr="00936B5F">
        <w:rPr>
          <w:sz w:val="22"/>
        </w:rPr>
        <w:t xml:space="preserve"> соответствии с письмом Минфина России от 29.12.2016 № 06-04-11/01/79142</w:t>
      </w:r>
      <w:r>
        <w:rPr>
          <w:sz w:val="22"/>
        </w:rPr>
        <w:t xml:space="preserve"> м</w:t>
      </w:r>
      <w:r w:rsidRPr="00936B5F">
        <w:rPr>
          <w:sz w:val="22"/>
        </w:rPr>
        <w:t>униципальные программы рекомендуется утверждать на долгосрочный период (более 6 лет</w:t>
      </w:r>
      <w:r>
        <w:rPr>
          <w:sz w:val="22"/>
        </w:rPr>
        <w:t xml:space="preserve">). </w:t>
      </w:r>
    </w:p>
    <w:p w:rsidR="00F55CF3" w:rsidRDefault="00F55CF3" w:rsidP="00936B5F">
      <w:pPr>
        <w:autoSpaceDE w:val="0"/>
        <w:autoSpaceDN w:val="0"/>
        <w:adjustRightInd w:val="0"/>
        <w:ind w:firstLine="567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CF3" w:rsidRDefault="00F55CF3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F55CF3" w:rsidRDefault="00F55C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F4E"/>
    <w:multiLevelType w:val="hybridMultilevel"/>
    <w:tmpl w:val="F6AA5EDA"/>
    <w:lvl w:ilvl="0" w:tplc="548835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2597871"/>
    <w:multiLevelType w:val="hybridMultilevel"/>
    <w:tmpl w:val="D1DA42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6AD"/>
    <w:rsid w:val="000070D1"/>
    <w:rsid w:val="00016C55"/>
    <w:rsid w:val="00022D07"/>
    <w:rsid w:val="00033DB1"/>
    <w:rsid w:val="00040C32"/>
    <w:rsid w:val="00051A9B"/>
    <w:rsid w:val="00060970"/>
    <w:rsid w:val="000835C2"/>
    <w:rsid w:val="00087AD1"/>
    <w:rsid w:val="000A3745"/>
    <w:rsid w:val="000B2126"/>
    <w:rsid w:val="000B5506"/>
    <w:rsid w:val="000D3B9C"/>
    <w:rsid w:val="00101400"/>
    <w:rsid w:val="00112663"/>
    <w:rsid w:val="00114F32"/>
    <w:rsid w:val="0011606A"/>
    <w:rsid w:val="00117027"/>
    <w:rsid w:val="00120BE6"/>
    <w:rsid w:val="00122384"/>
    <w:rsid w:val="001514F3"/>
    <w:rsid w:val="00151C33"/>
    <w:rsid w:val="00181CB3"/>
    <w:rsid w:val="00184090"/>
    <w:rsid w:val="0018640A"/>
    <w:rsid w:val="001914D7"/>
    <w:rsid w:val="001C1C5D"/>
    <w:rsid w:val="001C465B"/>
    <w:rsid w:val="001D4C46"/>
    <w:rsid w:val="001D6A56"/>
    <w:rsid w:val="001E45E0"/>
    <w:rsid w:val="001F378C"/>
    <w:rsid w:val="00205B7B"/>
    <w:rsid w:val="0021577A"/>
    <w:rsid w:val="00220307"/>
    <w:rsid w:val="002208C8"/>
    <w:rsid w:val="00222D65"/>
    <w:rsid w:val="00225EC2"/>
    <w:rsid w:val="002315E2"/>
    <w:rsid w:val="002372F7"/>
    <w:rsid w:val="002476BA"/>
    <w:rsid w:val="00253877"/>
    <w:rsid w:val="00254557"/>
    <w:rsid w:val="0026697E"/>
    <w:rsid w:val="002713B5"/>
    <w:rsid w:val="00275D6D"/>
    <w:rsid w:val="00297D00"/>
    <w:rsid w:val="002A3297"/>
    <w:rsid w:val="002A5A58"/>
    <w:rsid w:val="002B168A"/>
    <w:rsid w:val="002C03D9"/>
    <w:rsid w:val="002C2402"/>
    <w:rsid w:val="002E0ECF"/>
    <w:rsid w:val="002E1071"/>
    <w:rsid w:val="002E330E"/>
    <w:rsid w:val="002E7C5D"/>
    <w:rsid w:val="003142F7"/>
    <w:rsid w:val="00314762"/>
    <w:rsid w:val="003315CE"/>
    <w:rsid w:val="00331834"/>
    <w:rsid w:val="00344CF8"/>
    <w:rsid w:val="00351E23"/>
    <w:rsid w:val="003532B0"/>
    <w:rsid w:val="0036139B"/>
    <w:rsid w:val="0037091E"/>
    <w:rsid w:val="00376C97"/>
    <w:rsid w:val="00384300"/>
    <w:rsid w:val="00391385"/>
    <w:rsid w:val="003A04C4"/>
    <w:rsid w:val="003A0C03"/>
    <w:rsid w:val="003A116D"/>
    <w:rsid w:val="003A1AF8"/>
    <w:rsid w:val="003A3C7C"/>
    <w:rsid w:val="003A7E60"/>
    <w:rsid w:val="003B0806"/>
    <w:rsid w:val="003B4E41"/>
    <w:rsid w:val="003C504E"/>
    <w:rsid w:val="003D76C8"/>
    <w:rsid w:val="003E2038"/>
    <w:rsid w:val="003E2662"/>
    <w:rsid w:val="003F49BD"/>
    <w:rsid w:val="00410E93"/>
    <w:rsid w:val="00411BAE"/>
    <w:rsid w:val="00442E15"/>
    <w:rsid w:val="004540E3"/>
    <w:rsid w:val="0049454B"/>
    <w:rsid w:val="00496E99"/>
    <w:rsid w:val="004A56F8"/>
    <w:rsid w:val="004B1783"/>
    <w:rsid w:val="004B50B1"/>
    <w:rsid w:val="004C0497"/>
    <w:rsid w:val="004D6F23"/>
    <w:rsid w:val="004D7BC1"/>
    <w:rsid w:val="004E241B"/>
    <w:rsid w:val="0051613A"/>
    <w:rsid w:val="00534815"/>
    <w:rsid w:val="005434B4"/>
    <w:rsid w:val="00574BD4"/>
    <w:rsid w:val="005858C3"/>
    <w:rsid w:val="005A35F4"/>
    <w:rsid w:val="005B2C72"/>
    <w:rsid w:val="005B7DEB"/>
    <w:rsid w:val="005C10BD"/>
    <w:rsid w:val="005C1176"/>
    <w:rsid w:val="005E1F95"/>
    <w:rsid w:val="005E4020"/>
    <w:rsid w:val="00604B6F"/>
    <w:rsid w:val="0060651E"/>
    <w:rsid w:val="006216D9"/>
    <w:rsid w:val="00621EF9"/>
    <w:rsid w:val="0062314D"/>
    <w:rsid w:val="00623685"/>
    <w:rsid w:val="006246DF"/>
    <w:rsid w:val="00624C4E"/>
    <w:rsid w:val="00626499"/>
    <w:rsid w:val="00627535"/>
    <w:rsid w:val="00642429"/>
    <w:rsid w:val="00645636"/>
    <w:rsid w:val="0066652D"/>
    <w:rsid w:val="00673262"/>
    <w:rsid w:val="006842A5"/>
    <w:rsid w:val="006969D0"/>
    <w:rsid w:val="00696C3C"/>
    <w:rsid w:val="006A43D7"/>
    <w:rsid w:val="006B0556"/>
    <w:rsid w:val="006B269F"/>
    <w:rsid w:val="006B7B45"/>
    <w:rsid w:val="006C09D9"/>
    <w:rsid w:val="006E2202"/>
    <w:rsid w:val="00703188"/>
    <w:rsid w:val="00703C89"/>
    <w:rsid w:val="0070570D"/>
    <w:rsid w:val="0070675D"/>
    <w:rsid w:val="007156A0"/>
    <w:rsid w:val="007163D9"/>
    <w:rsid w:val="007165C3"/>
    <w:rsid w:val="007220EC"/>
    <w:rsid w:val="00723473"/>
    <w:rsid w:val="0072682A"/>
    <w:rsid w:val="007535EE"/>
    <w:rsid w:val="00773FAB"/>
    <w:rsid w:val="00787D35"/>
    <w:rsid w:val="007A3AB7"/>
    <w:rsid w:val="007A41EA"/>
    <w:rsid w:val="007B3DD6"/>
    <w:rsid w:val="007C1BEE"/>
    <w:rsid w:val="007F3088"/>
    <w:rsid w:val="00813B6C"/>
    <w:rsid w:val="00835993"/>
    <w:rsid w:val="0085741E"/>
    <w:rsid w:val="008728A1"/>
    <w:rsid w:val="008765EE"/>
    <w:rsid w:val="0088161D"/>
    <w:rsid w:val="008905B1"/>
    <w:rsid w:val="008B3E8D"/>
    <w:rsid w:val="008C15CF"/>
    <w:rsid w:val="008D0B97"/>
    <w:rsid w:val="008D1AAB"/>
    <w:rsid w:val="008D328B"/>
    <w:rsid w:val="008F256B"/>
    <w:rsid w:val="009153F1"/>
    <w:rsid w:val="00917C8B"/>
    <w:rsid w:val="00920AE3"/>
    <w:rsid w:val="00923BFE"/>
    <w:rsid w:val="00925EF9"/>
    <w:rsid w:val="00936B5F"/>
    <w:rsid w:val="0094174C"/>
    <w:rsid w:val="0094575B"/>
    <w:rsid w:val="009532C5"/>
    <w:rsid w:val="00953E7C"/>
    <w:rsid w:val="00990FC9"/>
    <w:rsid w:val="00991C5A"/>
    <w:rsid w:val="009B7055"/>
    <w:rsid w:val="009C7F41"/>
    <w:rsid w:val="009E242C"/>
    <w:rsid w:val="009E6801"/>
    <w:rsid w:val="009F532C"/>
    <w:rsid w:val="00A15E6A"/>
    <w:rsid w:val="00A218CC"/>
    <w:rsid w:val="00A37CEF"/>
    <w:rsid w:val="00A4380F"/>
    <w:rsid w:val="00A505C9"/>
    <w:rsid w:val="00A52720"/>
    <w:rsid w:val="00A649A0"/>
    <w:rsid w:val="00A66657"/>
    <w:rsid w:val="00A81749"/>
    <w:rsid w:val="00A850B1"/>
    <w:rsid w:val="00A978C2"/>
    <w:rsid w:val="00AB0818"/>
    <w:rsid w:val="00AB4410"/>
    <w:rsid w:val="00AB70A2"/>
    <w:rsid w:val="00AD2EB4"/>
    <w:rsid w:val="00AE7E39"/>
    <w:rsid w:val="00AF1561"/>
    <w:rsid w:val="00AF5236"/>
    <w:rsid w:val="00B002CE"/>
    <w:rsid w:val="00B02C7B"/>
    <w:rsid w:val="00B05C72"/>
    <w:rsid w:val="00B1143F"/>
    <w:rsid w:val="00B3097F"/>
    <w:rsid w:val="00B317CF"/>
    <w:rsid w:val="00B411BB"/>
    <w:rsid w:val="00B50370"/>
    <w:rsid w:val="00B50571"/>
    <w:rsid w:val="00B5460B"/>
    <w:rsid w:val="00B72369"/>
    <w:rsid w:val="00B74DB7"/>
    <w:rsid w:val="00B820CE"/>
    <w:rsid w:val="00B84ECE"/>
    <w:rsid w:val="00B9638C"/>
    <w:rsid w:val="00BA4DEF"/>
    <w:rsid w:val="00BA61EF"/>
    <w:rsid w:val="00BA71D7"/>
    <w:rsid w:val="00BB5B77"/>
    <w:rsid w:val="00BB7D18"/>
    <w:rsid w:val="00BC08EC"/>
    <w:rsid w:val="00BF7E97"/>
    <w:rsid w:val="00C0223F"/>
    <w:rsid w:val="00C054E7"/>
    <w:rsid w:val="00C14FD3"/>
    <w:rsid w:val="00C174A4"/>
    <w:rsid w:val="00C20309"/>
    <w:rsid w:val="00C469A7"/>
    <w:rsid w:val="00C702B8"/>
    <w:rsid w:val="00C70E0B"/>
    <w:rsid w:val="00C8140B"/>
    <w:rsid w:val="00C86376"/>
    <w:rsid w:val="00CB0403"/>
    <w:rsid w:val="00CB23C4"/>
    <w:rsid w:val="00CB3293"/>
    <w:rsid w:val="00CB75B0"/>
    <w:rsid w:val="00CC26AD"/>
    <w:rsid w:val="00CD046C"/>
    <w:rsid w:val="00CD0F9F"/>
    <w:rsid w:val="00CD1F5D"/>
    <w:rsid w:val="00CD3287"/>
    <w:rsid w:val="00CD6F2B"/>
    <w:rsid w:val="00CE235B"/>
    <w:rsid w:val="00CF7789"/>
    <w:rsid w:val="00D12D26"/>
    <w:rsid w:val="00D1695F"/>
    <w:rsid w:val="00D21FE9"/>
    <w:rsid w:val="00D22281"/>
    <w:rsid w:val="00D25CFC"/>
    <w:rsid w:val="00D43C69"/>
    <w:rsid w:val="00D4535B"/>
    <w:rsid w:val="00D47172"/>
    <w:rsid w:val="00D4733F"/>
    <w:rsid w:val="00D51EA7"/>
    <w:rsid w:val="00D5726E"/>
    <w:rsid w:val="00D72F75"/>
    <w:rsid w:val="00D76FC4"/>
    <w:rsid w:val="00D872E6"/>
    <w:rsid w:val="00DB451F"/>
    <w:rsid w:val="00DB7B00"/>
    <w:rsid w:val="00DD1D56"/>
    <w:rsid w:val="00DD36D6"/>
    <w:rsid w:val="00DE03F5"/>
    <w:rsid w:val="00DE1FBF"/>
    <w:rsid w:val="00DE2628"/>
    <w:rsid w:val="00DE6519"/>
    <w:rsid w:val="00DF3B40"/>
    <w:rsid w:val="00E05032"/>
    <w:rsid w:val="00E05C19"/>
    <w:rsid w:val="00E12D59"/>
    <w:rsid w:val="00E12F7F"/>
    <w:rsid w:val="00E138AC"/>
    <w:rsid w:val="00E31B66"/>
    <w:rsid w:val="00E51331"/>
    <w:rsid w:val="00E602C7"/>
    <w:rsid w:val="00E648E1"/>
    <w:rsid w:val="00E64EF0"/>
    <w:rsid w:val="00E661D7"/>
    <w:rsid w:val="00EB38E8"/>
    <w:rsid w:val="00EB438D"/>
    <w:rsid w:val="00EB5559"/>
    <w:rsid w:val="00EC5E03"/>
    <w:rsid w:val="00ED2033"/>
    <w:rsid w:val="00F045F3"/>
    <w:rsid w:val="00F1529A"/>
    <w:rsid w:val="00F178FC"/>
    <w:rsid w:val="00F24356"/>
    <w:rsid w:val="00F25927"/>
    <w:rsid w:val="00F3072C"/>
    <w:rsid w:val="00F351A0"/>
    <w:rsid w:val="00F55CF3"/>
    <w:rsid w:val="00F567FB"/>
    <w:rsid w:val="00F56D6F"/>
    <w:rsid w:val="00F77BD2"/>
    <w:rsid w:val="00F8503E"/>
    <w:rsid w:val="00FA2184"/>
    <w:rsid w:val="00FA301C"/>
    <w:rsid w:val="00FC24C1"/>
    <w:rsid w:val="00FC506C"/>
    <w:rsid w:val="00FC57EE"/>
    <w:rsid w:val="00FF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309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C26A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CC26A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6246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936B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36B5F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36B5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223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22384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1223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2384"/>
    <w:rPr>
      <w:rFonts w:ascii="Times New Roman" w:hAnsi="Times New Roman" w:cs="Times New Roman"/>
      <w:sz w:val="28"/>
    </w:rPr>
  </w:style>
  <w:style w:type="paragraph" w:styleId="ListParagraph">
    <w:name w:val="List Paragraph"/>
    <w:basedOn w:val="Normal"/>
    <w:uiPriority w:val="99"/>
    <w:qFormat/>
    <w:rsid w:val="00F178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1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11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B5559"/>
    <w:rPr>
      <w:rFonts w:cs="Times New Roman"/>
      <w:sz w:val="16"/>
      <w:szCs w:val="16"/>
    </w:rPr>
  </w:style>
  <w:style w:type="paragraph" w:customStyle="1" w:styleId="1">
    <w:name w:val="Текст примечания1"/>
    <w:basedOn w:val="Normal"/>
    <w:next w:val="CommentText"/>
    <w:link w:val="a"/>
    <w:uiPriority w:val="99"/>
    <w:semiHidden/>
    <w:rsid w:val="00EB5559"/>
    <w:rPr>
      <w:rFonts w:ascii="Calibri" w:eastAsia="SimSun" w:hAnsi="Calibri"/>
      <w:sz w:val="20"/>
      <w:szCs w:val="20"/>
      <w:lang w:eastAsia="ru-RU"/>
    </w:rPr>
  </w:style>
  <w:style w:type="character" w:customStyle="1" w:styleId="a">
    <w:name w:val="Текст примечания Знак"/>
    <w:basedOn w:val="DefaultParagraphFont"/>
    <w:link w:val="1"/>
    <w:uiPriority w:val="99"/>
    <w:semiHidden/>
    <w:locked/>
    <w:rsid w:val="00EB5559"/>
    <w:rPr>
      <w:rFonts w:eastAsia="SimSu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EB5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B555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2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2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347</TotalTime>
  <Pages>3</Pages>
  <Words>264</Words>
  <Characters>1511</Characters>
  <Application>Microsoft Office Outlook</Application>
  <DocSecurity>0</DocSecurity>
  <Lines>0</Lines>
  <Paragraphs>0</Paragraphs>
  <ScaleCrop>false</ScaleCrop>
  <Company>mineconom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>exif_MSED_cfcfb7fad7387a59972297e9764e7b4b0507d8e5737b15d5c432f9e8676465f0</dc:description>
  <cp:lastModifiedBy>Пряникова_Н_С</cp:lastModifiedBy>
  <cp:revision>24</cp:revision>
  <cp:lastPrinted>2019-11-06T09:55:00Z</cp:lastPrinted>
  <dcterms:created xsi:type="dcterms:W3CDTF">2019-10-04T09:10:00Z</dcterms:created>
  <dcterms:modified xsi:type="dcterms:W3CDTF">2019-11-12T07:42:00Z</dcterms:modified>
</cp:coreProperties>
</file>